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04F" w:rsidRPr="00C5282C" w:rsidRDefault="00B03D25" w:rsidP="004E404F">
      <w:pPr>
        <w:jc w:val="center"/>
        <w:rPr>
          <w:sz w:val="24"/>
          <w:szCs w:val="24"/>
        </w:rPr>
      </w:pPr>
      <w:r w:rsidRPr="00C5282C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1270</wp:posOffset>
            </wp:positionV>
            <wp:extent cx="727075" cy="885190"/>
            <wp:effectExtent l="19050" t="0" r="0" b="0"/>
            <wp:wrapSquare wrapText="bothSides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404F" w:rsidRPr="00C5282C" w:rsidRDefault="004E404F" w:rsidP="004E404F"/>
    <w:p w:rsidR="004E404F" w:rsidRPr="00C5282C" w:rsidRDefault="004E404F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4E404F" w:rsidRPr="00C5282C" w:rsidTr="003C58B3">
        <w:trPr>
          <w:trHeight w:val="397"/>
        </w:trPr>
        <w:tc>
          <w:tcPr>
            <w:tcW w:w="9748" w:type="dxa"/>
          </w:tcPr>
          <w:p w:rsidR="004E404F" w:rsidRPr="00C5282C" w:rsidRDefault="004E404F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E404F" w:rsidRPr="00C5282C" w:rsidTr="003C58B3">
        <w:tc>
          <w:tcPr>
            <w:tcW w:w="9748" w:type="dxa"/>
          </w:tcPr>
          <w:p w:rsidR="004E404F" w:rsidRPr="00C5282C" w:rsidRDefault="00AC4199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C5282C">
              <w:rPr>
                <w:b/>
                <w:sz w:val="34"/>
                <w:szCs w:val="34"/>
              </w:rPr>
              <w:t xml:space="preserve">АДМИНИСТРАЦИЯ </w:t>
            </w:r>
            <w:r w:rsidR="00D51EEE">
              <w:rPr>
                <w:b/>
                <w:sz w:val="34"/>
                <w:szCs w:val="34"/>
              </w:rPr>
              <w:t>РЕШЕТИН</w:t>
            </w:r>
            <w:r w:rsidR="004E404F" w:rsidRPr="00C5282C">
              <w:rPr>
                <w:b/>
                <w:sz w:val="34"/>
                <w:szCs w:val="34"/>
              </w:rPr>
              <w:t>СКОГО  СЕЛЬСОВЕТА</w:t>
            </w:r>
          </w:p>
          <w:p w:rsidR="004E404F" w:rsidRPr="00C5282C" w:rsidRDefault="004E404F">
            <w:pPr>
              <w:widowControl/>
              <w:jc w:val="center"/>
              <w:rPr>
                <w:b/>
                <w:sz w:val="36"/>
              </w:rPr>
            </w:pPr>
            <w:r w:rsidRPr="00C5282C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4E404F" w:rsidRPr="00C5282C" w:rsidTr="003C58B3">
        <w:trPr>
          <w:trHeight w:val="397"/>
        </w:trPr>
        <w:tc>
          <w:tcPr>
            <w:tcW w:w="9748" w:type="dxa"/>
          </w:tcPr>
          <w:p w:rsidR="004E404F" w:rsidRPr="00C5282C" w:rsidRDefault="004E404F">
            <w:pPr>
              <w:widowControl/>
              <w:jc w:val="both"/>
              <w:rPr>
                <w:sz w:val="24"/>
              </w:rPr>
            </w:pPr>
          </w:p>
        </w:tc>
      </w:tr>
      <w:tr w:rsidR="004E404F" w:rsidRPr="00C5282C" w:rsidTr="003C58B3">
        <w:tc>
          <w:tcPr>
            <w:tcW w:w="9748" w:type="dxa"/>
          </w:tcPr>
          <w:p w:rsidR="004E404F" w:rsidRPr="00C5282C" w:rsidRDefault="00AC4199">
            <w:pPr>
              <w:pStyle w:val="3"/>
            </w:pPr>
            <w:r w:rsidRPr="00C5282C">
              <w:rPr>
                <w:sz w:val="28"/>
                <w:szCs w:val="28"/>
              </w:rPr>
              <w:t>ПОСТАНОВЛЕНИЕ</w:t>
            </w:r>
          </w:p>
        </w:tc>
      </w:tr>
      <w:tr w:rsidR="004E404F" w:rsidRPr="00C5282C" w:rsidTr="003C58B3">
        <w:trPr>
          <w:trHeight w:val="340"/>
        </w:trPr>
        <w:tc>
          <w:tcPr>
            <w:tcW w:w="9748" w:type="dxa"/>
            <w:vAlign w:val="center"/>
          </w:tcPr>
          <w:p w:rsidR="004E404F" w:rsidRPr="00C5282C" w:rsidRDefault="004E404F">
            <w:pPr>
              <w:pStyle w:val="3"/>
            </w:pPr>
          </w:p>
        </w:tc>
      </w:tr>
    </w:tbl>
    <w:p w:rsidR="004E404F" w:rsidRPr="00C5282C" w:rsidRDefault="004E404F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E404F" w:rsidRPr="00C5282C">
        <w:trPr>
          <w:jc w:val="center"/>
        </w:trPr>
        <w:tc>
          <w:tcPr>
            <w:tcW w:w="284" w:type="dxa"/>
            <w:vAlign w:val="bottom"/>
          </w:tcPr>
          <w:p w:rsidR="004E404F" w:rsidRPr="00C5282C" w:rsidRDefault="004E404F">
            <w:pPr>
              <w:widowControl/>
              <w:rPr>
                <w:sz w:val="24"/>
              </w:rPr>
            </w:pPr>
            <w:r w:rsidRPr="00C5282C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Pr="00C5282C" w:rsidRDefault="00824AA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D51EEE">
              <w:rPr>
                <w:sz w:val="24"/>
              </w:rPr>
              <w:t>.12.20</w:t>
            </w:r>
            <w:r>
              <w:rPr>
                <w:sz w:val="24"/>
              </w:rPr>
              <w:t>19</w:t>
            </w:r>
          </w:p>
        </w:tc>
        <w:tc>
          <w:tcPr>
            <w:tcW w:w="397" w:type="dxa"/>
          </w:tcPr>
          <w:p w:rsidR="004E404F" w:rsidRPr="00C5282C" w:rsidRDefault="004E404F">
            <w:pPr>
              <w:widowControl/>
              <w:jc w:val="center"/>
              <w:rPr>
                <w:sz w:val="24"/>
              </w:rPr>
            </w:pPr>
            <w:r w:rsidRPr="00C5282C">
              <w:rPr>
                <w:sz w:val="24"/>
              </w:rPr>
              <w:t>№</w:t>
            </w:r>
            <w:r w:rsidRPr="00C5282C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404F" w:rsidRPr="00C5282C" w:rsidRDefault="00824AA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</w:tr>
      <w:tr w:rsidR="004E404F" w:rsidRPr="00C5282C">
        <w:trPr>
          <w:jc w:val="center"/>
        </w:trPr>
        <w:tc>
          <w:tcPr>
            <w:tcW w:w="4650" w:type="dxa"/>
            <w:gridSpan w:val="4"/>
          </w:tcPr>
          <w:p w:rsidR="004E404F" w:rsidRPr="00C5282C" w:rsidRDefault="004E404F">
            <w:pPr>
              <w:widowControl/>
              <w:jc w:val="center"/>
              <w:rPr>
                <w:sz w:val="10"/>
              </w:rPr>
            </w:pPr>
            <w:r w:rsidRPr="00C5282C">
              <w:rPr>
                <w:sz w:val="24"/>
              </w:rPr>
              <w:t xml:space="preserve"> </w:t>
            </w:r>
          </w:p>
          <w:p w:rsidR="004E404F" w:rsidRPr="00C5282C" w:rsidRDefault="004E404F" w:rsidP="00D51EEE">
            <w:pPr>
              <w:widowControl/>
              <w:jc w:val="center"/>
              <w:rPr>
                <w:sz w:val="24"/>
              </w:rPr>
            </w:pPr>
            <w:r w:rsidRPr="00C5282C">
              <w:rPr>
                <w:sz w:val="24"/>
              </w:rPr>
              <w:t xml:space="preserve">с. </w:t>
            </w:r>
            <w:r w:rsidR="00D51EEE">
              <w:rPr>
                <w:sz w:val="24"/>
              </w:rPr>
              <w:t>Решетино</w:t>
            </w:r>
            <w:r w:rsidRPr="00C5282C">
              <w:rPr>
                <w:sz w:val="24"/>
              </w:rPr>
              <w:t xml:space="preserve"> </w:t>
            </w:r>
          </w:p>
        </w:tc>
      </w:tr>
    </w:tbl>
    <w:p w:rsidR="004E404F" w:rsidRPr="00C5282C" w:rsidRDefault="004E404F" w:rsidP="004E404F">
      <w:pPr>
        <w:jc w:val="center"/>
        <w:rPr>
          <w:sz w:val="24"/>
          <w:szCs w:val="24"/>
        </w:rPr>
      </w:pPr>
    </w:p>
    <w:p w:rsidR="00942D7F" w:rsidRPr="00C5282C" w:rsidRDefault="00D222A8" w:rsidP="00D222A8">
      <w:pPr>
        <w:ind w:firstLine="709"/>
        <w:jc w:val="center"/>
        <w:rPr>
          <w:b/>
          <w:sz w:val="28"/>
          <w:szCs w:val="28"/>
        </w:rPr>
      </w:pPr>
      <w:r w:rsidRPr="00C5282C">
        <w:rPr>
          <w:b/>
          <w:sz w:val="28"/>
          <w:szCs w:val="28"/>
        </w:rPr>
        <w:t>Об  утверждени</w:t>
      </w:r>
      <w:r w:rsidR="00942D7F" w:rsidRPr="00C5282C">
        <w:rPr>
          <w:b/>
          <w:sz w:val="28"/>
          <w:szCs w:val="28"/>
        </w:rPr>
        <w:t>и</w:t>
      </w:r>
      <w:r w:rsidRPr="00C5282C">
        <w:rPr>
          <w:b/>
          <w:sz w:val="28"/>
          <w:szCs w:val="28"/>
        </w:rPr>
        <w:t xml:space="preserve"> социального паспорта </w:t>
      </w:r>
      <w:r w:rsidR="00D51EEE">
        <w:rPr>
          <w:b/>
          <w:sz w:val="28"/>
          <w:szCs w:val="28"/>
        </w:rPr>
        <w:t>Решетин</w:t>
      </w:r>
      <w:r w:rsidRPr="00C5282C">
        <w:rPr>
          <w:b/>
          <w:sz w:val="28"/>
          <w:szCs w:val="28"/>
        </w:rPr>
        <w:t>ского сельсовета Пачелмского района Пензенской области по состоянию</w:t>
      </w:r>
    </w:p>
    <w:p w:rsidR="00D222A8" w:rsidRPr="00C5282C" w:rsidRDefault="00497B6B" w:rsidP="00D222A8">
      <w:pPr>
        <w:ind w:firstLine="709"/>
        <w:jc w:val="center"/>
        <w:rPr>
          <w:b/>
          <w:sz w:val="28"/>
          <w:szCs w:val="28"/>
        </w:rPr>
      </w:pPr>
      <w:r w:rsidRPr="00C5282C">
        <w:rPr>
          <w:b/>
          <w:sz w:val="28"/>
          <w:szCs w:val="28"/>
        </w:rPr>
        <w:t xml:space="preserve"> на 1 января 20</w:t>
      </w:r>
      <w:r w:rsidR="00824AAC">
        <w:rPr>
          <w:b/>
          <w:sz w:val="28"/>
          <w:szCs w:val="28"/>
        </w:rPr>
        <w:t>20</w:t>
      </w:r>
      <w:r w:rsidR="00D222A8" w:rsidRPr="00C5282C">
        <w:rPr>
          <w:b/>
          <w:sz w:val="28"/>
          <w:szCs w:val="28"/>
        </w:rPr>
        <w:t xml:space="preserve"> года</w:t>
      </w:r>
    </w:p>
    <w:p w:rsidR="00B03D25" w:rsidRPr="00C5282C" w:rsidRDefault="00B03D25" w:rsidP="00D222A8">
      <w:pPr>
        <w:jc w:val="both"/>
        <w:rPr>
          <w:sz w:val="26"/>
          <w:szCs w:val="26"/>
        </w:rPr>
      </w:pPr>
    </w:p>
    <w:p w:rsidR="00B03D25" w:rsidRPr="00C5282C" w:rsidRDefault="00B03D25" w:rsidP="00D222A8">
      <w:pPr>
        <w:ind w:firstLine="709"/>
        <w:jc w:val="both"/>
        <w:rPr>
          <w:sz w:val="28"/>
          <w:szCs w:val="28"/>
        </w:rPr>
      </w:pPr>
      <w:proofErr w:type="gramStart"/>
      <w:r w:rsidRPr="00C5282C">
        <w:rPr>
          <w:sz w:val="28"/>
          <w:szCs w:val="28"/>
        </w:rPr>
        <w:t>В соответствии с п. 6 ч. 1 ст. 17 Федерального закона «Об общих принципах организации местного самоуправления в Российской Федерации» от 06.10.2003 № 131-ФЗ (с изменениями и дополнениями),</w:t>
      </w:r>
      <w:r w:rsidR="00D222A8" w:rsidRPr="00C5282C">
        <w:rPr>
          <w:sz w:val="28"/>
          <w:szCs w:val="28"/>
        </w:rPr>
        <w:t xml:space="preserve"> постановлением администрации </w:t>
      </w:r>
      <w:r w:rsidR="00D51EEE">
        <w:rPr>
          <w:sz w:val="28"/>
          <w:szCs w:val="28"/>
        </w:rPr>
        <w:t>Решетин</w:t>
      </w:r>
      <w:r w:rsidR="00D222A8" w:rsidRPr="00C5282C">
        <w:rPr>
          <w:sz w:val="28"/>
          <w:szCs w:val="28"/>
        </w:rPr>
        <w:t>ского сельсовета Пачелмского</w:t>
      </w:r>
      <w:r w:rsidR="003806AC">
        <w:rPr>
          <w:sz w:val="28"/>
          <w:szCs w:val="28"/>
        </w:rPr>
        <w:t xml:space="preserve"> района Пензенской области от 30</w:t>
      </w:r>
      <w:r w:rsidR="00D222A8" w:rsidRPr="00C5282C">
        <w:rPr>
          <w:sz w:val="28"/>
          <w:szCs w:val="28"/>
        </w:rPr>
        <w:t>.1</w:t>
      </w:r>
      <w:r w:rsidR="003806AC">
        <w:rPr>
          <w:sz w:val="28"/>
          <w:szCs w:val="28"/>
        </w:rPr>
        <w:t>0</w:t>
      </w:r>
      <w:r w:rsidR="00D222A8" w:rsidRPr="00C5282C">
        <w:rPr>
          <w:sz w:val="28"/>
          <w:szCs w:val="28"/>
        </w:rPr>
        <w:t>.2014 № 5</w:t>
      </w:r>
      <w:r w:rsidR="003806AC">
        <w:rPr>
          <w:sz w:val="28"/>
          <w:szCs w:val="28"/>
        </w:rPr>
        <w:t>5</w:t>
      </w:r>
      <w:r w:rsidR="00D222A8" w:rsidRPr="00C5282C">
        <w:rPr>
          <w:sz w:val="28"/>
          <w:szCs w:val="28"/>
        </w:rPr>
        <w:t xml:space="preserve"> «О Порядке разработки и утверждения социального паспорта </w:t>
      </w:r>
      <w:r w:rsidR="00D51EEE">
        <w:rPr>
          <w:sz w:val="28"/>
          <w:szCs w:val="28"/>
        </w:rPr>
        <w:t>Решетин</w:t>
      </w:r>
      <w:r w:rsidR="00D222A8" w:rsidRPr="00C5282C">
        <w:rPr>
          <w:sz w:val="28"/>
          <w:szCs w:val="28"/>
        </w:rPr>
        <w:t>ского сельсовета Пачелмского района Пензенской области»</w:t>
      </w:r>
      <w:r w:rsidR="00942D7F" w:rsidRPr="00C5282C">
        <w:rPr>
          <w:sz w:val="28"/>
          <w:szCs w:val="28"/>
        </w:rPr>
        <w:t>,</w:t>
      </w:r>
      <w:r w:rsidRPr="00C5282C">
        <w:rPr>
          <w:sz w:val="28"/>
          <w:szCs w:val="28"/>
        </w:rPr>
        <w:t xml:space="preserve"> руководствуясь статьей 23 Устава </w:t>
      </w:r>
      <w:r w:rsidR="00D51EEE">
        <w:rPr>
          <w:sz w:val="28"/>
          <w:szCs w:val="28"/>
        </w:rPr>
        <w:t>Решетин</w:t>
      </w:r>
      <w:r w:rsidRPr="00C5282C">
        <w:rPr>
          <w:sz w:val="28"/>
          <w:szCs w:val="28"/>
        </w:rPr>
        <w:t>ского сельсовета Пачелмского района Пензенской</w:t>
      </w:r>
      <w:proofErr w:type="gramEnd"/>
      <w:r w:rsidRPr="00C5282C">
        <w:rPr>
          <w:sz w:val="28"/>
          <w:szCs w:val="28"/>
        </w:rPr>
        <w:t xml:space="preserve"> области,</w:t>
      </w:r>
    </w:p>
    <w:p w:rsidR="00B03D25" w:rsidRPr="00C5282C" w:rsidRDefault="00B03D25" w:rsidP="00B03D25">
      <w:pPr>
        <w:ind w:firstLine="709"/>
        <w:jc w:val="both"/>
        <w:rPr>
          <w:sz w:val="26"/>
          <w:szCs w:val="26"/>
        </w:rPr>
      </w:pPr>
    </w:p>
    <w:p w:rsidR="00B03D25" w:rsidRPr="00C5282C" w:rsidRDefault="00B03D25" w:rsidP="00B03D25">
      <w:pPr>
        <w:jc w:val="center"/>
        <w:rPr>
          <w:b/>
          <w:sz w:val="28"/>
          <w:szCs w:val="28"/>
        </w:rPr>
      </w:pPr>
      <w:r w:rsidRPr="00C5282C">
        <w:rPr>
          <w:b/>
          <w:sz w:val="28"/>
          <w:szCs w:val="28"/>
        </w:rPr>
        <w:t xml:space="preserve">администрация  </w:t>
      </w:r>
      <w:r w:rsidR="00D51EEE">
        <w:rPr>
          <w:b/>
          <w:sz w:val="28"/>
          <w:szCs w:val="28"/>
        </w:rPr>
        <w:t>Решетин</w:t>
      </w:r>
      <w:r w:rsidRPr="00C5282C">
        <w:rPr>
          <w:b/>
          <w:sz w:val="28"/>
          <w:szCs w:val="28"/>
        </w:rPr>
        <w:t>ского сельсовета</w:t>
      </w:r>
    </w:p>
    <w:p w:rsidR="00B03D25" w:rsidRPr="00C5282C" w:rsidRDefault="00B03D25" w:rsidP="00B03D25">
      <w:pPr>
        <w:jc w:val="center"/>
        <w:rPr>
          <w:b/>
          <w:sz w:val="28"/>
          <w:szCs w:val="28"/>
        </w:rPr>
      </w:pPr>
      <w:r w:rsidRPr="00C5282C">
        <w:rPr>
          <w:b/>
          <w:sz w:val="28"/>
          <w:szCs w:val="28"/>
        </w:rPr>
        <w:t>Пачелмского района Пензенской области постановляет</w:t>
      </w:r>
    </w:p>
    <w:p w:rsidR="00B03D25" w:rsidRPr="00C5282C" w:rsidRDefault="00B03D25" w:rsidP="00B03D25">
      <w:pPr>
        <w:ind w:firstLine="709"/>
        <w:jc w:val="center"/>
        <w:rPr>
          <w:b/>
          <w:sz w:val="28"/>
          <w:szCs w:val="28"/>
        </w:rPr>
      </w:pPr>
    </w:p>
    <w:p w:rsidR="00B03D25" w:rsidRPr="00C5282C" w:rsidRDefault="00B03D25" w:rsidP="00B03D25">
      <w:pPr>
        <w:ind w:firstLine="709"/>
        <w:jc w:val="both"/>
        <w:rPr>
          <w:sz w:val="28"/>
          <w:szCs w:val="28"/>
        </w:rPr>
      </w:pPr>
      <w:r w:rsidRPr="00C5282C">
        <w:rPr>
          <w:sz w:val="28"/>
          <w:szCs w:val="28"/>
        </w:rPr>
        <w:t xml:space="preserve">1. Утвердить </w:t>
      </w:r>
      <w:r w:rsidR="00D222A8" w:rsidRPr="00C5282C">
        <w:rPr>
          <w:sz w:val="28"/>
          <w:szCs w:val="28"/>
        </w:rPr>
        <w:t>социальный паспорт</w:t>
      </w:r>
      <w:r w:rsidRPr="00C5282C">
        <w:rPr>
          <w:sz w:val="28"/>
          <w:szCs w:val="28"/>
        </w:rPr>
        <w:t xml:space="preserve"> </w:t>
      </w:r>
      <w:r w:rsidR="00D51EEE">
        <w:rPr>
          <w:sz w:val="28"/>
          <w:szCs w:val="28"/>
        </w:rPr>
        <w:t>Решетин</w:t>
      </w:r>
      <w:r w:rsidRPr="00C5282C">
        <w:rPr>
          <w:sz w:val="28"/>
          <w:szCs w:val="28"/>
        </w:rPr>
        <w:t>ского сельсовета Пачелмского района Пензенской области</w:t>
      </w:r>
      <w:r w:rsidR="00497B6B" w:rsidRPr="00C5282C">
        <w:rPr>
          <w:sz w:val="28"/>
          <w:szCs w:val="28"/>
        </w:rPr>
        <w:t xml:space="preserve"> по состоянию на 1 января 20</w:t>
      </w:r>
      <w:r w:rsidR="00824AAC">
        <w:rPr>
          <w:sz w:val="28"/>
          <w:szCs w:val="28"/>
        </w:rPr>
        <w:t>20</w:t>
      </w:r>
      <w:r w:rsidR="00D222A8" w:rsidRPr="00C5282C">
        <w:rPr>
          <w:sz w:val="28"/>
          <w:szCs w:val="28"/>
        </w:rPr>
        <w:t xml:space="preserve"> года</w:t>
      </w:r>
      <w:r w:rsidRPr="00C5282C">
        <w:rPr>
          <w:sz w:val="28"/>
          <w:szCs w:val="28"/>
        </w:rPr>
        <w:t xml:space="preserve"> согласно приложению 1. </w:t>
      </w:r>
    </w:p>
    <w:p w:rsidR="00B03D25" w:rsidRPr="00C5282C" w:rsidRDefault="00413CC4" w:rsidP="00B03D25">
      <w:pPr>
        <w:ind w:firstLine="709"/>
        <w:jc w:val="both"/>
        <w:rPr>
          <w:sz w:val="28"/>
          <w:szCs w:val="28"/>
        </w:rPr>
      </w:pPr>
      <w:r w:rsidRPr="00C5282C">
        <w:rPr>
          <w:sz w:val="28"/>
          <w:szCs w:val="28"/>
        </w:rPr>
        <w:t>2</w:t>
      </w:r>
      <w:r w:rsidR="00B03D25" w:rsidRPr="00C5282C">
        <w:rPr>
          <w:sz w:val="28"/>
          <w:szCs w:val="28"/>
        </w:rPr>
        <w:t>.Опубликовать настоящее постановление в информационном бюллетене «</w:t>
      </w:r>
      <w:r w:rsidR="00D51EEE">
        <w:rPr>
          <w:sz w:val="28"/>
          <w:szCs w:val="28"/>
        </w:rPr>
        <w:t>Сельские ведомости</w:t>
      </w:r>
      <w:r w:rsidR="00B03D25" w:rsidRPr="00C5282C">
        <w:rPr>
          <w:sz w:val="28"/>
          <w:szCs w:val="28"/>
        </w:rPr>
        <w:t xml:space="preserve">» и разместить на официальном сайте администрации </w:t>
      </w:r>
      <w:r w:rsidR="00D51EEE">
        <w:rPr>
          <w:sz w:val="28"/>
          <w:szCs w:val="28"/>
        </w:rPr>
        <w:t>Решетин</w:t>
      </w:r>
      <w:r w:rsidR="00B03D25" w:rsidRPr="00C5282C">
        <w:rPr>
          <w:sz w:val="28"/>
          <w:szCs w:val="28"/>
        </w:rPr>
        <w:t>ского сельсовета Пачелмского района Пензенской области в</w:t>
      </w:r>
      <w:r w:rsidRPr="00C5282C">
        <w:rPr>
          <w:sz w:val="28"/>
          <w:szCs w:val="28"/>
        </w:rPr>
        <w:t xml:space="preserve"> информационно – телекоммуникационной </w:t>
      </w:r>
      <w:r w:rsidR="00B03D25" w:rsidRPr="00C5282C">
        <w:rPr>
          <w:sz w:val="28"/>
          <w:szCs w:val="28"/>
        </w:rPr>
        <w:t xml:space="preserve"> сети «Интернет»</w:t>
      </w:r>
      <w:r w:rsidRPr="00C5282C">
        <w:rPr>
          <w:sz w:val="28"/>
          <w:szCs w:val="28"/>
        </w:rPr>
        <w:t xml:space="preserve"> в течение 10 дней с момента его утверждения</w:t>
      </w:r>
      <w:r w:rsidR="00B03D25" w:rsidRPr="00C5282C">
        <w:rPr>
          <w:sz w:val="28"/>
          <w:szCs w:val="28"/>
        </w:rPr>
        <w:t>.</w:t>
      </w:r>
    </w:p>
    <w:p w:rsidR="00B03D25" w:rsidRPr="00C5282C" w:rsidRDefault="00413CC4" w:rsidP="00B03D25">
      <w:pPr>
        <w:ind w:firstLine="709"/>
        <w:jc w:val="both"/>
        <w:rPr>
          <w:spacing w:val="-10"/>
          <w:sz w:val="28"/>
          <w:szCs w:val="28"/>
        </w:rPr>
      </w:pPr>
      <w:r w:rsidRPr="00C5282C">
        <w:rPr>
          <w:spacing w:val="-10"/>
          <w:sz w:val="28"/>
          <w:szCs w:val="28"/>
        </w:rPr>
        <w:t>3</w:t>
      </w:r>
      <w:r w:rsidR="00B03D25" w:rsidRPr="00C5282C">
        <w:rPr>
          <w:spacing w:val="-10"/>
          <w:sz w:val="28"/>
          <w:szCs w:val="28"/>
        </w:rPr>
        <w:t xml:space="preserve">. </w:t>
      </w:r>
      <w:proofErr w:type="gramStart"/>
      <w:r w:rsidR="00B03D25" w:rsidRPr="00C5282C">
        <w:rPr>
          <w:spacing w:val="-10"/>
          <w:sz w:val="28"/>
          <w:szCs w:val="28"/>
        </w:rPr>
        <w:t>Контроль за</w:t>
      </w:r>
      <w:proofErr w:type="gramEnd"/>
      <w:r w:rsidR="00B03D25" w:rsidRPr="00C5282C">
        <w:rPr>
          <w:spacing w:val="-10"/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="00D51EEE">
        <w:rPr>
          <w:spacing w:val="-10"/>
          <w:sz w:val="28"/>
          <w:szCs w:val="28"/>
        </w:rPr>
        <w:t>Решетин</w:t>
      </w:r>
      <w:r w:rsidR="00B03D25" w:rsidRPr="00C5282C">
        <w:rPr>
          <w:spacing w:val="-10"/>
          <w:sz w:val="28"/>
          <w:szCs w:val="28"/>
        </w:rPr>
        <w:t xml:space="preserve">ского сельсовета  </w:t>
      </w:r>
      <w:r w:rsidR="00B03D25" w:rsidRPr="00C5282C">
        <w:rPr>
          <w:sz w:val="28"/>
          <w:szCs w:val="28"/>
        </w:rPr>
        <w:t>Пачелмского</w:t>
      </w:r>
      <w:r w:rsidR="00B03D25" w:rsidRPr="00C5282C">
        <w:rPr>
          <w:spacing w:val="-10"/>
          <w:sz w:val="28"/>
          <w:szCs w:val="28"/>
        </w:rPr>
        <w:t xml:space="preserve"> района Пензенской области.</w:t>
      </w:r>
    </w:p>
    <w:p w:rsidR="00B03D25" w:rsidRPr="00C5282C" w:rsidRDefault="00B03D25" w:rsidP="00B03D25">
      <w:pPr>
        <w:jc w:val="both"/>
        <w:rPr>
          <w:spacing w:val="-10"/>
          <w:sz w:val="28"/>
          <w:szCs w:val="28"/>
        </w:rPr>
      </w:pPr>
    </w:p>
    <w:p w:rsidR="00B03D25" w:rsidRPr="00C5282C" w:rsidRDefault="00B03D25" w:rsidP="003330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282C">
        <w:rPr>
          <w:sz w:val="28"/>
          <w:szCs w:val="28"/>
        </w:rPr>
        <w:t>Глав</w:t>
      </w:r>
      <w:r w:rsidR="00D51EEE">
        <w:rPr>
          <w:sz w:val="28"/>
          <w:szCs w:val="28"/>
        </w:rPr>
        <w:t>а</w:t>
      </w:r>
      <w:r w:rsidRPr="00C5282C">
        <w:rPr>
          <w:sz w:val="28"/>
          <w:szCs w:val="28"/>
        </w:rPr>
        <w:t xml:space="preserve"> администрации </w:t>
      </w:r>
      <w:r w:rsidR="00D51EEE">
        <w:rPr>
          <w:sz w:val="28"/>
          <w:szCs w:val="28"/>
        </w:rPr>
        <w:t>Решетин</w:t>
      </w:r>
      <w:r w:rsidRPr="00C5282C">
        <w:rPr>
          <w:sz w:val="28"/>
          <w:szCs w:val="28"/>
        </w:rPr>
        <w:t>ского сельсовета</w:t>
      </w:r>
    </w:p>
    <w:p w:rsidR="00B03D25" w:rsidRPr="00C5282C" w:rsidRDefault="00B03D25" w:rsidP="00B03D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282C">
        <w:rPr>
          <w:sz w:val="28"/>
          <w:szCs w:val="28"/>
        </w:rPr>
        <w:t xml:space="preserve">Пачелмского района Пензенской области                         </w:t>
      </w:r>
      <w:r w:rsidR="00D51EEE">
        <w:rPr>
          <w:sz w:val="28"/>
          <w:szCs w:val="28"/>
        </w:rPr>
        <w:t xml:space="preserve">             </w:t>
      </w:r>
      <w:r w:rsidRPr="00C5282C">
        <w:rPr>
          <w:sz w:val="28"/>
          <w:szCs w:val="28"/>
        </w:rPr>
        <w:t xml:space="preserve"> </w:t>
      </w:r>
      <w:r w:rsidR="00D51EEE">
        <w:rPr>
          <w:sz w:val="28"/>
          <w:szCs w:val="28"/>
        </w:rPr>
        <w:t>Р.А. Клейменов</w:t>
      </w:r>
    </w:p>
    <w:p w:rsidR="0079486D" w:rsidRPr="00C5282C" w:rsidRDefault="0079486D" w:rsidP="00B03D25">
      <w:pPr>
        <w:jc w:val="right"/>
        <w:rPr>
          <w:spacing w:val="-10"/>
          <w:sz w:val="24"/>
          <w:szCs w:val="24"/>
        </w:rPr>
      </w:pPr>
    </w:p>
    <w:p w:rsidR="00B03D25" w:rsidRPr="00C5282C" w:rsidRDefault="00B03D25" w:rsidP="00B03D25">
      <w:pPr>
        <w:jc w:val="right"/>
        <w:rPr>
          <w:spacing w:val="-10"/>
          <w:sz w:val="24"/>
          <w:szCs w:val="24"/>
        </w:rPr>
      </w:pPr>
      <w:r w:rsidRPr="00C5282C">
        <w:rPr>
          <w:spacing w:val="-10"/>
          <w:sz w:val="24"/>
          <w:szCs w:val="24"/>
        </w:rPr>
        <w:lastRenderedPageBreak/>
        <w:t>Приложение 1</w:t>
      </w:r>
    </w:p>
    <w:p w:rsidR="00B03D25" w:rsidRPr="00C5282C" w:rsidRDefault="00B03D25" w:rsidP="00B03D25">
      <w:pPr>
        <w:jc w:val="right"/>
        <w:rPr>
          <w:spacing w:val="-10"/>
          <w:sz w:val="24"/>
          <w:szCs w:val="24"/>
        </w:rPr>
      </w:pPr>
      <w:r w:rsidRPr="00C5282C">
        <w:rPr>
          <w:spacing w:val="-10"/>
          <w:sz w:val="24"/>
          <w:szCs w:val="24"/>
        </w:rPr>
        <w:t>утвержден</w:t>
      </w:r>
    </w:p>
    <w:p w:rsidR="00B03D25" w:rsidRPr="00C5282C" w:rsidRDefault="00B03D25" w:rsidP="00B03D25">
      <w:pPr>
        <w:jc w:val="right"/>
        <w:rPr>
          <w:spacing w:val="-10"/>
          <w:sz w:val="24"/>
          <w:szCs w:val="24"/>
        </w:rPr>
      </w:pPr>
      <w:r w:rsidRPr="00C5282C">
        <w:rPr>
          <w:spacing w:val="-10"/>
          <w:sz w:val="24"/>
          <w:szCs w:val="24"/>
        </w:rPr>
        <w:t>постановлением администрации</w:t>
      </w:r>
    </w:p>
    <w:p w:rsidR="00B03D25" w:rsidRPr="00C5282C" w:rsidRDefault="00D51EEE" w:rsidP="00B03D25">
      <w:pPr>
        <w:tabs>
          <w:tab w:val="left" w:pos="6330"/>
        </w:tabs>
        <w:jc w:val="right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Решетин</w:t>
      </w:r>
      <w:r w:rsidR="00B03D25" w:rsidRPr="00C5282C">
        <w:rPr>
          <w:spacing w:val="-10"/>
          <w:sz w:val="24"/>
          <w:szCs w:val="24"/>
        </w:rPr>
        <w:t>ского сельсовета</w:t>
      </w:r>
    </w:p>
    <w:p w:rsidR="00B03D25" w:rsidRPr="00C5282C" w:rsidRDefault="00B03D25" w:rsidP="00B03D25">
      <w:pPr>
        <w:tabs>
          <w:tab w:val="left" w:pos="6330"/>
        </w:tabs>
        <w:jc w:val="right"/>
        <w:rPr>
          <w:spacing w:val="-10"/>
          <w:sz w:val="24"/>
          <w:szCs w:val="24"/>
        </w:rPr>
      </w:pPr>
      <w:r w:rsidRPr="00C5282C">
        <w:rPr>
          <w:spacing w:val="-10"/>
          <w:sz w:val="24"/>
          <w:szCs w:val="24"/>
        </w:rPr>
        <w:t>Пачелмского района Пензенской области</w:t>
      </w:r>
    </w:p>
    <w:p w:rsidR="00B03D25" w:rsidRPr="00C5282C" w:rsidRDefault="00B03D25" w:rsidP="00B03D25">
      <w:pPr>
        <w:tabs>
          <w:tab w:val="left" w:pos="6330"/>
        </w:tabs>
        <w:jc w:val="right"/>
        <w:rPr>
          <w:spacing w:val="-10"/>
          <w:sz w:val="24"/>
          <w:szCs w:val="24"/>
        </w:rPr>
      </w:pPr>
      <w:r w:rsidRPr="00C5282C">
        <w:rPr>
          <w:spacing w:val="-10"/>
          <w:sz w:val="24"/>
          <w:szCs w:val="24"/>
        </w:rPr>
        <w:t xml:space="preserve"> от </w:t>
      </w:r>
      <w:r w:rsidR="00824AAC">
        <w:rPr>
          <w:spacing w:val="-10"/>
          <w:sz w:val="24"/>
          <w:szCs w:val="24"/>
        </w:rPr>
        <w:t>28</w:t>
      </w:r>
      <w:r w:rsidR="003806AC">
        <w:rPr>
          <w:spacing w:val="-10"/>
          <w:sz w:val="24"/>
          <w:szCs w:val="24"/>
        </w:rPr>
        <w:t>.12</w:t>
      </w:r>
      <w:r w:rsidR="00365CE9">
        <w:rPr>
          <w:spacing w:val="-10"/>
          <w:sz w:val="24"/>
          <w:szCs w:val="24"/>
        </w:rPr>
        <w:t>.201</w:t>
      </w:r>
      <w:r w:rsidR="00824AAC">
        <w:rPr>
          <w:spacing w:val="-10"/>
          <w:sz w:val="24"/>
          <w:szCs w:val="24"/>
        </w:rPr>
        <w:t>9</w:t>
      </w:r>
      <w:r w:rsidR="00365CE9">
        <w:rPr>
          <w:spacing w:val="-10"/>
          <w:sz w:val="24"/>
          <w:szCs w:val="24"/>
        </w:rPr>
        <w:t xml:space="preserve"> </w:t>
      </w:r>
      <w:r w:rsidR="007042A0">
        <w:rPr>
          <w:spacing w:val="-10"/>
          <w:sz w:val="24"/>
          <w:szCs w:val="24"/>
        </w:rPr>
        <w:t>№</w:t>
      </w:r>
      <w:r w:rsidR="00824AAC">
        <w:rPr>
          <w:spacing w:val="-10"/>
          <w:sz w:val="24"/>
          <w:szCs w:val="24"/>
        </w:rPr>
        <w:t>97</w:t>
      </w:r>
    </w:p>
    <w:p w:rsidR="00B03D25" w:rsidRPr="00C5282C" w:rsidRDefault="00B03D25" w:rsidP="00B03D25">
      <w:pPr>
        <w:rPr>
          <w:b/>
          <w:spacing w:val="-10"/>
        </w:rPr>
      </w:pPr>
    </w:p>
    <w:tbl>
      <w:tblPr>
        <w:tblW w:w="935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17"/>
        <w:gridCol w:w="2130"/>
        <w:gridCol w:w="2409"/>
      </w:tblGrid>
      <w:tr w:rsidR="00B03D25" w:rsidRPr="00C5282C" w:rsidTr="00333090">
        <w:trPr>
          <w:trHeight w:val="5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bookmarkStart w:id="0" w:name="Par44"/>
            <w:bookmarkEnd w:id="0"/>
            <w:r w:rsidRPr="00C5282C">
              <w:rPr>
                <w:b/>
                <w:sz w:val="24"/>
                <w:szCs w:val="24"/>
              </w:rPr>
              <w:t>Социальный паспорт</w:t>
            </w:r>
          </w:p>
          <w:p w:rsidR="00B03D25" w:rsidRPr="00C5282C" w:rsidRDefault="00D51EEE" w:rsidP="0033309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Решетин</w:t>
            </w:r>
            <w:r w:rsidR="00B03D25" w:rsidRPr="00C5282C">
              <w:rPr>
                <w:b/>
                <w:sz w:val="24"/>
                <w:szCs w:val="24"/>
              </w:rPr>
              <w:t>ского сельсовета Пачелмского района Пензенской области</w:t>
            </w:r>
          </w:p>
          <w:p w:rsidR="00B03D25" w:rsidRPr="00C5282C" w:rsidRDefault="00727B1C" w:rsidP="00824AAC">
            <w:pPr>
              <w:autoSpaceDE w:val="0"/>
              <w:autoSpaceDN w:val="0"/>
              <w:adjustRightInd w:val="0"/>
              <w:jc w:val="center"/>
            </w:pPr>
            <w:r w:rsidRPr="00C5282C">
              <w:rPr>
                <w:b/>
                <w:sz w:val="24"/>
                <w:szCs w:val="24"/>
              </w:rPr>
              <w:t xml:space="preserve"> </w:t>
            </w:r>
            <w:r w:rsidR="003806AC">
              <w:rPr>
                <w:b/>
                <w:sz w:val="24"/>
                <w:szCs w:val="24"/>
              </w:rPr>
              <w:t>н</w:t>
            </w:r>
            <w:r w:rsidRPr="00C5282C">
              <w:rPr>
                <w:b/>
                <w:sz w:val="24"/>
                <w:szCs w:val="24"/>
              </w:rPr>
              <w:t>а 20</w:t>
            </w:r>
            <w:r w:rsidR="00824AAC">
              <w:rPr>
                <w:b/>
                <w:sz w:val="24"/>
                <w:szCs w:val="24"/>
              </w:rPr>
              <w:t>20</w:t>
            </w:r>
            <w:r w:rsidR="00B03D25" w:rsidRPr="00C5282C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B03D25" w:rsidRPr="00C5282C" w:rsidTr="00333090">
        <w:trPr>
          <w:trHeight w:val="5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Общие сведения о муниципальном образовании</w:t>
            </w:r>
          </w:p>
        </w:tc>
      </w:tr>
      <w:tr w:rsidR="00B03D25" w:rsidRPr="00C5282C" w:rsidTr="00333090">
        <w:trPr>
          <w:trHeight w:val="5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Территория (кв. км.):</w:t>
            </w:r>
            <w:r w:rsidR="00727B1C" w:rsidRPr="00C5282C">
              <w:t xml:space="preserve"> </w:t>
            </w:r>
            <w:r w:rsidR="00F100E3" w:rsidRPr="00F100E3">
              <w:rPr>
                <w:b/>
              </w:rPr>
              <w:t>306358000</w:t>
            </w: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807F4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на 01.01.</w:t>
            </w:r>
            <w:r w:rsidR="00727B1C" w:rsidRPr="00C5282C">
              <w:rPr>
                <w:b/>
              </w:rPr>
              <w:t>20</w:t>
            </w:r>
            <w:r w:rsidR="00807F46">
              <w:rPr>
                <w:b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42D7F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C5282C" w:rsidRDefault="00942D7F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1" w:name="Par53"/>
            <w:bookmarkEnd w:id="1"/>
            <w:r w:rsidRPr="00C5282C">
              <w:rPr>
                <w:b/>
              </w:rPr>
              <w:t xml:space="preserve">1. Демография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C5282C" w:rsidRDefault="00942D7F" w:rsidP="0033309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7F" w:rsidRPr="00C5282C" w:rsidRDefault="00942D7F" w:rsidP="00333090">
            <w:pPr>
              <w:autoSpaceDE w:val="0"/>
              <w:autoSpaceDN w:val="0"/>
              <w:adjustRightInd w:val="0"/>
              <w:jc w:val="both"/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727B1C" w:rsidP="00333090">
            <w:pPr>
              <w:autoSpaceDE w:val="0"/>
              <w:autoSpaceDN w:val="0"/>
              <w:adjustRightInd w:val="0"/>
            </w:pPr>
            <w:r w:rsidRPr="00C5282C">
              <w:t xml:space="preserve">Постоянное население </w:t>
            </w:r>
            <w:r w:rsidR="00B03D25" w:rsidRPr="00C5282C">
              <w:t>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7042A0" w:rsidP="00824AAC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</w:t>
            </w:r>
            <w:r w:rsidR="00824AAC">
              <w:rPr>
                <w:b/>
                <w:color w:val="FF0000"/>
              </w:rPr>
              <w:t>079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42D7F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C5282C" w:rsidRDefault="00942D7F" w:rsidP="00333090">
            <w:pPr>
              <w:autoSpaceDE w:val="0"/>
              <w:autoSpaceDN w:val="0"/>
              <w:adjustRightInd w:val="0"/>
            </w:pPr>
            <w:r w:rsidRPr="00C5282C">
              <w:t>в том числе: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C5282C" w:rsidRDefault="00942D7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7F" w:rsidRPr="00C5282C" w:rsidRDefault="00942D7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42D7F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C5282C" w:rsidRDefault="00942D7F" w:rsidP="00333090">
            <w:pPr>
              <w:autoSpaceDE w:val="0"/>
              <w:autoSpaceDN w:val="0"/>
              <w:adjustRightInd w:val="0"/>
            </w:pPr>
            <w:r w:rsidRPr="00C5282C">
              <w:t>до 7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1857BF" w:rsidRDefault="001857BF" w:rsidP="00824AAC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8</w:t>
            </w:r>
            <w:r w:rsidR="00824AAC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7F" w:rsidRPr="00C5282C" w:rsidRDefault="00942D7F" w:rsidP="00933B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- 7-16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7042A0" w:rsidP="001857B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10</w:t>
            </w:r>
            <w:r w:rsidR="001857BF" w:rsidRPr="001857BF">
              <w:rPr>
                <w:b/>
                <w:color w:val="FF0000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- 16-18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1857B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</w:t>
            </w:r>
            <w:r w:rsidRPr="001857BF">
              <w:rPr>
                <w:b/>
                <w:color w:val="FF0000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- 18-60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824AAC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5</w:t>
            </w:r>
            <w:r>
              <w:rPr>
                <w:b/>
                <w:color w:val="FF0000"/>
              </w:rPr>
              <w:t>9</w:t>
            </w:r>
            <w:r w:rsidR="00824AAC">
              <w:rPr>
                <w:b/>
                <w:color w:val="FF000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- 60 лет и старше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824AAC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30</w:t>
            </w:r>
            <w:r w:rsidR="00824AAC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42D7F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C5282C" w:rsidRDefault="00942D7F" w:rsidP="00333090">
            <w:pPr>
              <w:autoSpaceDE w:val="0"/>
              <w:autoSpaceDN w:val="0"/>
              <w:adjustRightInd w:val="0"/>
            </w:pPr>
            <w:r w:rsidRPr="00C5282C">
              <w:t>Статистика жизни (чел.):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2D7F" w:rsidRPr="00C5282C" w:rsidRDefault="00942D7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7F" w:rsidRPr="00C5282C" w:rsidRDefault="00942D7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родившихся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F94219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 xml:space="preserve">- </w:t>
            </w:r>
            <w:proofErr w:type="gramStart"/>
            <w:r w:rsidRPr="00C5282C">
              <w:t>умерших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Средняя продолжительность жизни (лет):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333090" w:rsidP="00891C04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7</w:t>
            </w:r>
            <w:r w:rsidR="00891C04" w:rsidRPr="001857BF">
              <w:rPr>
                <w:b/>
                <w:color w:val="FF000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мужчин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женщин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Средний возраст населения,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727B1C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мужчин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727B1C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женщин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727B1C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Браки и разводы: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зарегистрировано браков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EB2F3A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зарегистрировано разводов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EB2F3A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Количество семей, проживающих на территории муниципального образования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497B6B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477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Количество неблагополучных семей, проживающих на территории муниципального образования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B047A1" w:rsidP="001857B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2" w:name="Par165"/>
            <w:bookmarkEnd w:id="2"/>
            <w:r w:rsidRPr="00C5282C">
              <w:rPr>
                <w:b/>
              </w:rPr>
              <w:t>2. Занятость населения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lastRenderedPageBreak/>
              <w:t>Экономически активное население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EB2F3A" w:rsidP="001857B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6</w:t>
            </w:r>
            <w:r w:rsidR="001857BF" w:rsidRPr="001857BF">
              <w:rPr>
                <w:b/>
                <w:color w:val="FF0000"/>
              </w:rPr>
              <w:t>7</w:t>
            </w:r>
            <w:r w:rsidRPr="001857BF">
              <w:rPr>
                <w:b/>
                <w:color w:val="FF000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% к населению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EB2F3A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Уровень официально зарегистрированной безработицы</w:t>
            </w:r>
            <w:proofErr w:type="gramStart"/>
            <w:r w:rsidRPr="00C5282C">
              <w:t xml:space="preserve"> (%)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EB2F3A" w:rsidP="001857B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Зарегистрировано безработных (чел.),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из них: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женщин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497B6B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инвалидов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76571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выпускников учреждений высшего проф. образования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выпускников учреждений среднего проф. образования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выпускников учреждений начального проф. образования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выпускников общеобразовательных учреждений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молодежи в возрасте 16 - 29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C5282C">
              <w:rPr>
                <w:b/>
              </w:rPr>
              <w:t>2.1. Служба занятости населения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обратилось за содействием в поиске работы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нашли работу (доходное занятие),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 xml:space="preserve">- % от </w:t>
            </w:r>
            <w:proofErr w:type="gramStart"/>
            <w:r w:rsidRPr="00C5282C">
              <w:t>обратившихся</w:t>
            </w:r>
            <w:proofErr w:type="gramEnd"/>
            <w:r w:rsidRPr="00C5282C">
              <w:t xml:space="preserve"> за содействием в поиске работы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1857B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направлено на профессиональное обучение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76571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участвовало в общественных работах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Трудоустроено несовершеннолетних граждан в возрасте от 14 до 18 лет (чел.),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76571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в период летних каникул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76571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Обратилось за содействием в поиске работы из числа инвалидов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Зарегистрировано инвалидов 3 группы в качестве безработных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Нашли работу (доходное занятие) из числа инвалидов,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 xml:space="preserve">% </w:t>
            </w:r>
            <w:proofErr w:type="gramStart"/>
            <w:r w:rsidRPr="00C5282C">
              <w:t>к</w:t>
            </w:r>
            <w:proofErr w:type="gramEnd"/>
            <w:r w:rsidRPr="00C5282C">
              <w:t xml:space="preserve"> обратившимся за содействием в поиске работы из числа инвалидов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Направлено инвалидов на профессиональное обучение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Трудоустроено инвалидов в счет квот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3" w:name="Par243"/>
            <w:bookmarkEnd w:id="3"/>
            <w:r w:rsidRPr="00056B3C">
              <w:rPr>
                <w:b/>
              </w:rPr>
              <w:t>3. Доходы и оплата труда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Размер среднемесячной заработной платы за год (руб.)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056B3C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19619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Размер среднемесячной заработной платы по ОКВЭД за год (руб.):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lastRenderedPageBreak/>
              <w:t>- обрабатывающие производства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056B3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сельское хозяйство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056B3C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23013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транспорт и связь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056B3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строительство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операции с недвижимым имуществом, аренда и предоставление услуг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здравоохранение и предоставление социальных услуг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056B3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гостиницы и рестораны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предоставление прочих коммунальных, социальных и персональных услуг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056B3C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19582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Просроченная задолженность по заработной плате: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333090">
            <w:pPr>
              <w:autoSpaceDE w:val="0"/>
              <w:autoSpaceDN w:val="0"/>
              <w:adjustRightInd w:val="0"/>
            </w:pPr>
            <w:r w:rsidRPr="00056B3C">
              <w:t>- сумма задолженности (тыс. руб.)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56B3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056B3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4" w:name="Par299"/>
            <w:bookmarkEnd w:id="4"/>
            <w:r w:rsidRPr="00C5282C">
              <w:rPr>
                <w:b/>
              </w:rPr>
              <w:t>4. Охрана труда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Наличие служб по охране труда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Произошло несчастных случаев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со смертельным исходом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both"/>
            </w:pPr>
            <w:r w:rsidRPr="00C5282C">
              <w:t>Установлено профессиональных заболеваний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Численность работающих во вредных условиях труда на предприятиях и организациях города, имеющих право на льготное пенсионное обеспечение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том числе: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по списку № 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по списку « 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5" w:name="Par324"/>
            <w:bookmarkEnd w:id="5"/>
            <w:r w:rsidRPr="0060631D">
              <w:rPr>
                <w:b/>
              </w:rPr>
              <w:t>5. Правонарушения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60631D">
              <w:rPr>
                <w:b/>
              </w:rPr>
              <w:t>5.1. Социально-криминологическая характеристика преступности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Всего совершено преступлений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из них: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особо тяжкие, тяжкие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средней тяжести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небольшой тяжести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35091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</w:t>
            </w:r>
            <w:proofErr w:type="spellStart"/>
            <w:r w:rsidRPr="0060631D">
              <w:t>общеуголовной</w:t>
            </w:r>
            <w:proofErr w:type="spellEnd"/>
            <w:r w:rsidRPr="0060631D">
              <w:t xml:space="preserve"> направленности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экономической направленности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891C0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против личности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на бытовой почве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proofErr w:type="gramStart"/>
            <w:r w:rsidRPr="0060631D">
              <w:lastRenderedPageBreak/>
              <w:t xml:space="preserve">- совершенных в общественных местах 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</w:t>
            </w:r>
            <w:proofErr w:type="gramStart"/>
            <w:r w:rsidRPr="0060631D">
              <w:t>совершенных</w:t>
            </w:r>
            <w:proofErr w:type="gramEnd"/>
            <w:r w:rsidRPr="0060631D">
              <w:t xml:space="preserve"> в состоянии алкогольного опьянения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совершено несовершеннолетними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Раскрываемость преступлений</w:t>
            </w:r>
            <w:proofErr w:type="gramStart"/>
            <w:r w:rsidRPr="0060631D">
              <w:t xml:space="preserve"> (%)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49611B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60631D">
              <w:rPr>
                <w:b/>
              </w:rPr>
              <w:t>5.2. Состав лиц, совершивших преступления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Всего человек, совершивших преступления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из них по возрасту: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- 14 - 15 лет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891C0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- 16 - 17 лет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- 18 - 24 лет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- 25 - 29 лет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891C0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- 30 - 49 лет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 xml:space="preserve">- 50 лет и старше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891C0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по социальному положению: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женщин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учащихся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студентов ВУЗа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не имеющих постоянного источника дохода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из них безработные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иждивенцев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пенсионеров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рабочих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служащих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Привлечено к уголовной ответственности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756BC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60631D">
              <w:rPr>
                <w:b/>
              </w:rPr>
              <w:t>5.3. Исполнение административного законодательства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Всего составлено протоколов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Нарушение общественного порядка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Зарегистрировано ДТП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653FB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  <w:jc w:val="both"/>
            </w:pPr>
            <w:r w:rsidRPr="0060631D">
              <w:t>- из них с участием детей и подростков до 16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653FB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Всего раненых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653FB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из них детей и подростков до 16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653FB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Всего погибших в ДТП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653FB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- из них детей и подростков до 16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653FB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333090">
            <w:pPr>
              <w:autoSpaceDE w:val="0"/>
              <w:autoSpaceDN w:val="0"/>
              <w:adjustRightInd w:val="0"/>
            </w:pPr>
            <w:r w:rsidRPr="0060631D">
              <w:t>Управление транспортным средством в нетрезвом состоянии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653FB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lastRenderedPageBreak/>
              <w:t>5.3</w:t>
            </w:r>
            <w:r w:rsidR="00B03D25" w:rsidRPr="0060631D">
              <w:t>.1. Лица, имеющие в личном пользовании зарегистрированное в установленном порядке огнестрельное и газовое оружие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FD42F2">
            <w:pPr>
              <w:autoSpaceDE w:val="0"/>
              <w:autoSpaceDN w:val="0"/>
              <w:adjustRightInd w:val="0"/>
            </w:pPr>
            <w:r w:rsidRPr="0060631D">
              <w:t>5.</w:t>
            </w:r>
            <w:r w:rsidR="00FD42F2" w:rsidRPr="0060631D">
              <w:t>3</w:t>
            </w:r>
            <w:r w:rsidRPr="0060631D">
              <w:t>.2. Лица, осужденные из мест лишения свободы, в отношении которых судом установлены ограничения в соответствии с федеральным законом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.3. Лица, допускающие правонарушения в сфере бытовых отношений и представляющие опасность для окружающих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BA1E5A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BA1E5A">
              <w:rPr>
                <w:b/>
                <w:color w:val="FF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.4 Лица, входящие в неформальные молодежные объединения противоправной направленности, допустившие административные правонарушения против порядка управления и (или) административные правонарушения, посягающие на общественный порядок и общественную безопасность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30FB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 xml:space="preserve">.5. Лица, привлеченные к административной ответственности за незаконный оборот наркотических средств, психотропных веществ или их аналогов, а также за их потребление </w:t>
            </w:r>
            <w:proofErr w:type="gramStart"/>
            <w:r w:rsidR="00B03D25" w:rsidRPr="0060631D">
              <w:t>без</w:t>
            </w:r>
            <w:proofErr w:type="gramEnd"/>
            <w:r w:rsidR="00B03D25" w:rsidRPr="0060631D">
              <w:t xml:space="preserve"> </w:t>
            </w:r>
            <w:proofErr w:type="gramStart"/>
            <w:r w:rsidR="00B03D25" w:rsidRPr="0060631D">
              <w:t>назначение</w:t>
            </w:r>
            <w:proofErr w:type="gramEnd"/>
            <w:r w:rsidR="00B03D25" w:rsidRPr="0060631D">
              <w:t xml:space="preserve"> врача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30FB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.6. Лица, осужденные к мерам наказания, не связанным с лишением свободы, или которым назначено наказание в виде лишения свободы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E658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.7. Несовершеннолетние лица, состоящие на учете в подразделении по делам несовершеннолетних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.8. Лица, ранее судимые (кол)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.9. Лица, страдающие психиатрическими расстройствами, состоящие на учете в медицинской организации и предоставляющие опасность для окружающих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30FB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.10. Численность сотрудников участковых уполномоченных сотрудников полиции в территориальном отделе УМВД России по Пензенской области (кол.)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30FB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FD42F2" w:rsidP="00333090">
            <w:pPr>
              <w:autoSpaceDE w:val="0"/>
              <w:autoSpaceDN w:val="0"/>
              <w:adjustRightInd w:val="0"/>
            </w:pPr>
            <w:r w:rsidRPr="0060631D">
              <w:t>5.3</w:t>
            </w:r>
            <w:r w:rsidR="00B03D25" w:rsidRPr="0060631D">
              <w:t>.11. Количество добровольных общественных формирований по охране общественного порядка / численность лиц, задействованных в таких формированиях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E30FB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631D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0631D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6" w:name="Par453"/>
            <w:bookmarkEnd w:id="6"/>
            <w:r w:rsidRPr="00C5282C">
              <w:rPr>
                <w:b/>
              </w:rPr>
              <w:t>6. Образование, культура, спорт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C5282C">
              <w:rPr>
                <w:b/>
              </w:rPr>
              <w:t>6.1. Образование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Дошкольных учреждений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их посещало детей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Общеобразовательных школ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число учащихся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детей-инвалидов в возрасте до 18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поступило в школу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окончило школу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lastRenderedPageBreak/>
              <w:t>в т.ч. специальных (коррекционных) общеобразовательных школ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них детей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детей-инвалидов в возрасте до 18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Число детей, обучающихся на дому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детей-инвалидов в возрасте до 18 лет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Государственных средних специальных учебных заведений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них обучалось студентов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инвалидов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Высших учебных заведений (всего, 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них обучалось студентов всего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инвалидов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Учреждений начального профессионального образования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них обучалось студентов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 инвалидов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C5282C">
              <w:rPr>
                <w:b/>
              </w:rPr>
              <w:t>6.2. Культура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Всего учреждений культуры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учреждения дополнительного образования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учреждения клубного типа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музеи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информационно-библиотечное объединение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парки культуры и отдыха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театры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кинотеатры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прочие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6.2.1. Развитие народного художественного творчества и детского художественного образования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Клубные формирования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Творческие коллективы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8A6E83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в т.ч. из них "Народные"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8A6E83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Участники клубных формирований, в т.ч. участников и коллективов самодеятельного творчества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Численность учащихся УДОД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2C82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Проведено концертов, выставок, спектаклей самодеятельных коллективов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8A6E83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4</w:t>
            </w:r>
            <w:r w:rsidR="001857BF">
              <w:rPr>
                <w:b/>
                <w:color w:val="FF000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lastRenderedPageBreak/>
              <w:t>6.2.2. Организация досуга и массового отдыха жителей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 xml:space="preserve">Проведено </w:t>
            </w:r>
            <w:proofErr w:type="spellStart"/>
            <w:r w:rsidRPr="007B2C82">
              <w:t>культурно-досуговых</w:t>
            </w:r>
            <w:proofErr w:type="spellEnd"/>
            <w:r w:rsidRPr="007B2C82">
              <w:t xml:space="preserve"> мероприятий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8A6E83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1857BF">
              <w:rPr>
                <w:b/>
                <w:color w:val="FF0000"/>
              </w:rPr>
              <w:t>4</w:t>
            </w:r>
            <w:r w:rsidR="001857BF">
              <w:rPr>
                <w:b/>
                <w:color w:val="FF000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Концертов и спектаклей профессиональных коллективов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8A6E8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2C82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Посетителей культурно-массовых мероприятий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857BF" w:rsidRDefault="001857B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750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2C82" w:rsidRDefault="00B03D25" w:rsidP="00333090">
            <w:pPr>
              <w:autoSpaceDE w:val="0"/>
              <w:autoSpaceDN w:val="0"/>
              <w:adjustRightInd w:val="0"/>
            </w:pPr>
            <w:r w:rsidRPr="007B2C82">
              <w:t>Число посещений в музеях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84451C">
              <w:rPr>
                <w:b/>
                <w:color w:val="FF000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84451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Число пользователей библиотеками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Количество книговыдач в библиотеках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BA1E5A" w:rsidRDefault="00D7685D" w:rsidP="00BA1E5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10500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Число посещений в театрах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Число посещений кинотеатров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Число посещений парков культуры и отдыха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C5282C">
              <w:rPr>
                <w:b/>
              </w:rPr>
              <w:t>6.3. Спорт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Количество физкультурно-спортивных сооружений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BA1E5A" w:rsidRDefault="00BA1E5A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BA1E5A">
              <w:rPr>
                <w:b/>
                <w:color w:val="FF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BA1E5A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физкультурно-спортивные залы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BA1E5A" w:rsidRDefault="00BA1E5A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BA1E5A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бассейны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BA1E5A" w:rsidRDefault="00441103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BA1E5A">
              <w:rPr>
                <w:b/>
                <w:color w:val="FF000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плоскостные сооружения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BA1E5A" w:rsidRDefault="00BA1E5A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BA1E5A">
              <w:rPr>
                <w:b/>
                <w:color w:val="FF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футбольные поля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44110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крытые спортивные объекты с искусственным льдом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44110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D42F2" w:rsidP="00333090">
            <w:pPr>
              <w:autoSpaceDE w:val="0"/>
              <w:autoSpaceDN w:val="0"/>
              <w:adjustRightInd w:val="0"/>
            </w:pPr>
            <w:r w:rsidRPr="00C5282C">
              <w:t>6.3</w:t>
            </w:r>
            <w:r w:rsidR="00B03D25" w:rsidRPr="00C5282C">
              <w:t>.1. Частные охранные и детективные предприятия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D42F2" w:rsidP="00333090">
            <w:pPr>
              <w:autoSpaceDE w:val="0"/>
              <w:autoSpaceDN w:val="0"/>
              <w:adjustRightInd w:val="0"/>
            </w:pPr>
            <w:r w:rsidRPr="00C5282C">
              <w:t>6.3</w:t>
            </w:r>
            <w:r w:rsidR="00B03D25" w:rsidRPr="00C5282C">
              <w:t>.2. Особо важные объекты и объекты жизнеобеспечения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F472F" w:rsidRDefault="006F472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6F472F">
              <w:rPr>
                <w:b/>
                <w:color w:val="FF0000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D42F2" w:rsidP="00333090">
            <w:pPr>
              <w:autoSpaceDE w:val="0"/>
              <w:autoSpaceDN w:val="0"/>
              <w:adjustRightInd w:val="0"/>
            </w:pPr>
            <w:r w:rsidRPr="00C5282C">
              <w:t>6.3</w:t>
            </w:r>
            <w:r w:rsidR="00B03D25" w:rsidRPr="00C5282C">
              <w:t>.3. Предприятия жилищно-коммунального хозяйства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A1E5A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D42F2" w:rsidP="00333090">
            <w:pPr>
              <w:autoSpaceDE w:val="0"/>
              <w:autoSpaceDN w:val="0"/>
              <w:adjustRightInd w:val="0"/>
            </w:pPr>
            <w:r w:rsidRPr="00C5282C">
              <w:t>6.3</w:t>
            </w:r>
            <w:r w:rsidR="00B03D25" w:rsidRPr="00C5282C">
              <w:t>.4. Пункты приема цветных металлов, радиоэлектронной (мобильные телефоны, компьютеры) техники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D42F2" w:rsidP="00333090">
            <w:pPr>
              <w:autoSpaceDE w:val="0"/>
              <w:autoSpaceDN w:val="0"/>
              <w:adjustRightInd w:val="0"/>
            </w:pPr>
            <w:r w:rsidRPr="00C5282C">
              <w:t>6.3</w:t>
            </w:r>
            <w:r w:rsidR="00B03D25" w:rsidRPr="00C5282C">
              <w:t xml:space="preserve">.5. Объекты, на которых осуществляется изготовление, хранение и </w:t>
            </w:r>
            <w:r w:rsidR="008E274A" w:rsidRPr="00C5282C">
              <w:t>распространение</w:t>
            </w:r>
            <w:r w:rsidR="00B03D25" w:rsidRPr="00C5282C">
              <w:t xml:space="preserve"> наркотических и лекарственных препаратов, психотропных и иных веществ, а также их </w:t>
            </w:r>
            <w:proofErr w:type="spellStart"/>
            <w:r w:rsidR="00B03D25" w:rsidRPr="00C5282C">
              <w:t>прекурсоров</w:t>
            </w:r>
            <w:proofErr w:type="spellEnd"/>
            <w:r w:rsidR="00B03D25" w:rsidRPr="00C5282C">
              <w:t xml:space="preserve"> (ед.)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D42F2" w:rsidP="00333090">
            <w:pPr>
              <w:autoSpaceDE w:val="0"/>
              <w:autoSpaceDN w:val="0"/>
              <w:adjustRightInd w:val="0"/>
            </w:pPr>
            <w:r w:rsidRPr="00C5282C">
              <w:t>6.3</w:t>
            </w:r>
            <w:r w:rsidR="00B03D25" w:rsidRPr="00C5282C">
              <w:t>.6. Ломбарды, антикварные магазины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F37A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7" w:name="Par799"/>
            <w:bookmarkEnd w:id="7"/>
            <w:r w:rsidRPr="00A2076E">
              <w:rPr>
                <w:b/>
              </w:rPr>
              <w:t>7. Пенсионное обеспечение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A2076E">
              <w:rPr>
                <w:b/>
              </w:rPr>
              <w:t>7.1. Всего пенсионеров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F472F" w:rsidRDefault="0007022D" w:rsidP="006F472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6F472F">
              <w:rPr>
                <w:b/>
                <w:color w:val="FF0000"/>
              </w:rPr>
              <w:t>3</w:t>
            </w:r>
            <w:r w:rsidR="006F472F" w:rsidRPr="006F472F">
              <w:rPr>
                <w:b/>
                <w:color w:val="FF0000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% к населению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F472F" w:rsidRDefault="0007022D" w:rsidP="006F472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6F472F">
              <w:rPr>
                <w:b/>
                <w:color w:val="FF0000"/>
              </w:rPr>
              <w:t>2</w:t>
            </w:r>
            <w:r w:rsidR="006F472F" w:rsidRPr="006F472F">
              <w:rPr>
                <w:b/>
                <w:color w:val="FF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Работающих пенсионеров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F472F" w:rsidRDefault="006F472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6F472F">
              <w:rPr>
                <w:b/>
                <w:color w:val="FF0000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lastRenderedPageBreak/>
              <w:t>% к общей численности пенсионеров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F472F" w:rsidRDefault="0007022D" w:rsidP="006F472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6F472F">
              <w:rPr>
                <w:b/>
                <w:color w:val="FF0000"/>
              </w:rPr>
              <w:t>0,00</w:t>
            </w:r>
            <w:r w:rsidR="006F472F" w:rsidRPr="006F472F">
              <w:rPr>
                <w:b/>
                <w:color w:val="FF000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В МО проживает: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Пенсионеров, получающих трудовые пенсии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F472F" w:rsidRDefault="00090B84" w:rsidP="006F472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6F472F">
              <w:rPr>
                <w:b/>
                <w:color w:val="FF0000"/>
              </w:rPr>
              <w:t>3</w:t>
            </w:r>
            <w:r w:rsidR="006F472F" w:rsidRPr="006F472F">
              <w:rPr>
                <w:b/>
                <w:color w:val="FF0000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% к общей численности пенсионеров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6F472F" w:rsidRDefault="006F472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6F472F">
              <w:rPr>
                <w:b/>
                <w:color w:val="FF000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в т.ч.: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по старости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D7685D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D7685D">
              <w:rPr>
                <w:b/>
                <w:color w:val="FF0000"/>
              </w:rPr>
              <w:t>288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по инвалидности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D7685D" w:rsidRDefault="006F472F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D7685D">
              <w:rPr>
                <w:b/>
                <w:color w:val="FF0000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по случаю потери кормильца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D7685D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D7685D">
              <w:rPr>
                <w:b/>
                <w:color w:val="FF0000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Пенсионеров, получающих пенсии по государственному пенсионному обеспечению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D7685D" w:rsidRDefault="00D7685D" w:rsidP="006F472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D7685D">
              <w:rPr>
                <w:b/>
                <w:color w:val="FF0000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% к общей численности пенсионеров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D7685D" w:rsidRDefault="0007022D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  <w:r w:rsidRPr="00D7685D">
              <w:rPr>
                <w:b/>
                <w:color w:val="FF0000"/>
              </w:rPr>
              <w:t>0,12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в т.ч.: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пенсии военнослужащих и членов их семей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по инвалидности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по случаю потери кормильца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социальные пенсии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962D4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076E">
              <w:rPr>
                <w:b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пенсии пострадавших в результате радиационных или техногенных катастроф и членов их семей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пенсии федеральных государственных гражданских служащих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962D4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076E"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  <w:jc w:val="both"/>
            </w:pPr>
            <w:r w:rsidRPr="00A2076E">
              <w:t>Пенсионеров, получающих социальные пенсии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% к общей численности пенсионеров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090B84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076E">
              <w:rPr>
                <w:b/>
              </w:rPr>
              <w:t>0,</w:t>
            </w:r>
            <w:r w:rsidR="0007022D" w:rsidRPr="00A2076E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в т.ч.: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инвалидов с детства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дети-инвалиды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по случаю потери кормильца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962D4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076E">
              <w:rPr>
                <w:b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инвалидов вследствие общего заболевания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962D4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076E">
              <w:rPr>
                <w:b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  <w:jc w:val="both"/>
            </w:pPr>
            <w:r w:rsidRPr="00A2076E">
              <w:t>- мужчин 65 лет и старше, женщин 60 лет и старше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A2076E">
              <w:rPr>
                <w:b/>
              </w:rPr>
              <w:t>7.2. Пенсии гражданам, признанным в установленном порядке инвалидами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инвалидов 1 группы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инвалидов 2 группы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инвалидов 3 группы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B03D25" w:rsidP="00333090">
            <w:pPr>
              <w:autoSpaceDE w:val="0"/>
              <w:autoSpaceDN w:val="0"/>
              <w:adjustRightInd w:val="0"/>
            </w:pPr>
            <w:r w:rsidRPr="00A2076E">
              <w:t>- детей-инвалидов в возрасте до 18 лет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A2076E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9E428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8" w:name="Par973"/>
            <w:bookmarkEnd w:id="8"/>
            <w:r w:rsidRPr="00CE4707">
              <w:rPr>
                <w:b/>
              </w:rPr>
              <w:t>8. Здравоохранение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333090">
            <w:pPr>
              <w:autoSpaceDE w:val="0"/>
              <w:autoSpaceDN w:val="0"/>
              <w:adjustRightInd w:val="0"/>
            </w:pPr>
            <w:r w:rsidRPr="00CE4707">
              <w:t>Больничных учреждений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333090">
            <w:pPr>
              <w:autoSpaceDE w:val="0"/>
              <w:autoSpaceDN w:val="0"/>
              <w:adjustRightInd w:val="0"/>
            </w:pPr>
            <w:r w:rsidRPr="00CE4707">
              <w:t>в них больничных коек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E4707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333090">
            <w:pPr>
              <w:autoSpaceDE w:val="0"/>
              <w:autoSpaceDN w:val="0"/>
              <w:adjustRightInd w:val="0"/>
            </w:pPr>
            <w:r w:rsidRPr="00CE4707">
              <w:lastRenderedPageBreak/>
              <w:t>Количество амбулаторно-поликлинических учреждений (всего)/их плановая мощность (число посещений в смену)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E4707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333090">
            <w:pPr>
              <w:autoSpaceDE w:val="0"/>
              <w:autoSpaceDN w:val="0"/>
              <w:adjustRightInd w:val="0"/>
            </w:pPr>
            <w:r w:rsidRPr="00CE4707">
              <w:t>Количество врачей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CE470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E4707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333090">
            <w:pPr>
              <w:autoSpaceDE w:val="0"/>
              <w:autoSpaceDN w:val="0"/>
              <w:adjustRightInd w:val="0"/>
              <w:jc w:val="both"/>
            </w:pPr>
            <w:r w:rsidRPr="00CE4707">
              <w:t>Количество средних медицинских работников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333090">
            <w:pPr>
              <w:autoSpaceDE w:val="0"/>
              <w:autoSpaceDN w:val="0"/>
              <w:adjustRightInd w:val="0"/>
            </w:pPr>
            <w:r w:rsidRPr="00CE4707">
              <w:t>Количество выездов скорой помощи за год (всего)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CE4707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E4707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E4707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6A6628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7B6331">
              <w:rPr>
                <w:b/>
              </w:rPr>
              <w:t>8.1</w:t>
            </w:r>
            <w:r w:rsidR="00B03D25" w:rsidRPr="007B6331">
              <w:rPr>
                <w:b/>
              </w:rPr>
              <w:t>. Количество зарегистрированных заболеваний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Контингенты больных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6A6628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в т.ч.: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- туберкулезом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- сифилисом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- ВИЧ-инфекцией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- наркоманией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- алкоголизмом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- злокачественными новообразованиями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Число граждан, проходивших лечение от алкогольной зависимости (всего 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 xml:space="preserve">в т.ч. </w:t>
            </w:r>
            <w:proofErr w:type="gramStart"/>
            <w:r w:rsidRPr="007B6331">
              <w:t>стационарное</w:t>
            </w:r>
            <w:proofErr w:type="gramEnd"/>
            <w:r w:rsidRPr="007B6331">
              <w:t xml:space="preserve">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 xml:space="preserve">в т.ч. </w:t>
            </w:r>
            <w:proofErr w:type="gramStart"/>
            <w:r w:rsidRPr="007B6331">
              <w:t>амбулаторное</w:t>
            </w:r>
            <w:proofErr w:type="gramEnd"/>
            <w:r w:rsidRPr="007B6331">
              <w:t xml:space="preserve">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>Число граждан, проходивших лечение от наркологической зависимости (всего 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 xml:space="preserve">в т.ч. </w:t>
            </w:r>
            <w:proofErr w:type="gramStart"/>
            <w:r w:rsidRPr="007B6331">
              <w:t>стационарное</w:t>
            </w:r>
            <w:proofErr w:type="gramEnd"/>
            <w:r w:rsidRPr="007B6331">
              <w:t xml:space="preserve">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333090">
            <w:pPr>
              <w:autoSpaceDE w:val="0"/>
              <w:autoSpaceDN w:val="0"/>
              <w:adjustRightInd w:val="0"/>
            </w:pPr>
            <w:r w:rsidRPr="007B6331">
              <w:t xml:space="preserve">в т.ч. </w:t>
            </w:r>
            <w:proofErr w:type="gramStart"/>
            <w:r w:rsidRPr="007B6331">
              <w:t>амбулаторное</w:t>
            </w:r>
            <w:proofErr w:type="gramEnd"/>
            <w:r w:rsidRPr="007B6331">
              <w:t xml:space="preserve">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7B633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6331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7B6331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6A6628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C5282C">
              <w:rPr>
                <w:b/>
              </w:rPr>
              <w:t>8.2</w:t>
            </w:r>
            <w:r w:rsidR="00B03D25" w:rsidRPr="00C5282C">
              <w:rPr>
                <w:b/>
              </w:rPr>
              <w:t>. Охрана здоровья матери и ребенка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 xml:space="preserve">Младенческая смертность на 1 тыс. </w:t>
            </w:r>
            <w:proofErr w:type="gramStart"/>
            <w:r w:rsidRPr="00C5282C">
              <w:t>родившихся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перинатальная смертность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 xml:space="preserve">- ранняя </w:t>
            </w:r>
            <w:proofErr w:type="spellStart"/>
            <w:r w:rsidRPr="00C5282C">
              <w:t>неонатальная</w:t>
            </w:r>
            <w:proofErr w:type="spellEnd"/>
            <w:r w:rsidRPr="00C5282C">
              <w:t xml:space="preserve"> смертность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 xml:space="preserve">- </w:t>
            </w:r>
            <w:proofErr w:type="spellStart"/>
            <w:r w:rsidRPr="00C5282C">
              <w:t>неонатальная</w:t>
            </w:r>
            <w:proofErr w:type="spellEnd"/>
            <w:r w:rsidRPr="00C5282C">
              <w:t xml:space="preserve"> смертность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 xml:space="preserve">- </w:t>
            </w:r>
            <w:proofErr w:type="spellStart"/>
            <w:r w:rsidRPr="00C5282C">
              <w:t>постнеонатальная</w:t>
            </w:r>
            <w:proofErr w:type="spellEnd"/>
            <w:r w:rsidRPr="00C5282C">
              <w:t xml:space="preserve"> смертность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мертворождаемость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9" w:name="Par1336"/>
            <w:bookmarkEnd w:id="9"/>
            <w:r w:rsidRPr="00C5282C">
              <w:rPr>
                <w:b/>
              </w:rPr>
              <w:t>9. Социальная защита населения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1E7F3B">
              <w:rPr>
                <w:b/>
              </w:rPr>
              <w:t>9.1. Категории граждан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</w:pPr>
            <w:r w:rsidRPr="001E7F3B">
              <w:t>Участники Великой Отечественной войны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</w:pPr>
            <w:r w:rsidRPr="001E7F3B">
              <w:t>Ветераны труда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D7685D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</w:pPr>
            <w:r w:rsidRPr="001E7F3B">
              <w:t>Граждане, пострадавшие вследствие катастрофы на ЧАЭС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A51BE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7F3B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</w:pPr>
            <w:r w:rsidRPr="001E7F3B">
              <w:t>Опекуны над недееспособными совершеннолетними гражданами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1E7F3B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7F3B"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</w:pPr>
            <w:r w:rsidRPr="001E7F3B">
              <w:lastRenderedPageBreak/>
              <w:t>Опекаемые недееспособные совершеннолетние граждане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1E7F3B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7F3B">
              <w:rPr>
                <w:b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  <w:jc w:val="both"/>
            </w:pPr>
            <w:r w:rsidRPr="001E7F3B">
              <w:t>Граждане, находящиеся под попечительством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A618B9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7F3B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</w:pPr>
            <w:r w:rsidRPr="001E7F3B">
              <w:t>Граждане, находящиеся под патронажем (чел.)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7F3B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333090">
            <w:pPr>
              <w:autoSpaceDE w:val="0"/>
              <w:autoSpaceDN w:val="0"/>
              <w:adjustRightInd w:val="0"/>
            </w:pPr>
            <w:r w:rsidRPr="001E7F3B">
              <w:t>Количество лиц без определенного места жительства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7F3B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1E7F3B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rPr>
                <w:b/>
              </w:rPr>
            </w:pPr>
            <w:r w:rsidRPr="00C5282C">
              <w:rPr>
                <w:b/>
              </w:rPr>
              <w:t>9.2. Общественные организации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Всего общественных организаций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т.ч.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инвалидов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333090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ветеранов и пожилых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молодежи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A618B9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другие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A618B9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Кроме того, религиозные организации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F23523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bookmarkStart w:id="10" w:name="Par1877"/>
            <w:bookmarkEnd w:id="10"/>
            <w:r w:rsidRPr="00C5282C">
              <w:rPr>
                <w:b/>
              </w:rPr>
              <w:t>10. Жилищный фонд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Общая площадь жилищного фонда (всего тыс. кв. м.)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D51EE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в том числе: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Муниципальный жилищный фонд (тыс. кВ. м.)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E30FB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Частный жилищный фонд (тыс. кВ. м.)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D51EE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Сведения по жилищному фонду с указанием количества граждан, зарегистрированных в жилом помещении в т.ч.: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1475B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333090">
            <w:pPr>
              <w:autoSpaceDE w:val="0"/>
              <w:autoSpaceDN w:val="0"/>
              <w:adjustRightInd w:val="0"/>
            </w:pPr>
            <w:r w:rsidRPr="00C5282C">
              <w:t>1 чел.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D51EE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E4281">
              <w:rPr>
                <w:b/>
              </w:rPr>
              <w:t>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5939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1475B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333090">
            <w:pPr>
              <w:autoSpaceDE w:val="0"/>
              <w:autoSpaceDN w:val="0"/>
              <w:adjustRightInd w:val="0"/>
            </w:pPr>
            <w:r w:rsidRPr="00C5282C">
              <w:t>2 чел.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D51EE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E4281">
              <w:rPr>
                <w:b/>
              </w:rPr>
              <w:t>,55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5939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1475B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333090">
            <w:pPr>
              <w:autoSpaceDE w:val="0"/>
              <w:autoSpaceDN w:val="0"/>
              <w:adjustRightInd w:val="0"/>
            </w:pPr>
            <w:r w:rsidRPr="00C5282C">
              <w:t>3 чел. и более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9E4281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8,45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5939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1475B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333090">
            <w:pPr>
              <w:autoSpaceDE w:val="0"/>
              <w:autoSpaceDN w:val="0"/>
              <w:adjustRightInd w:val="0"/>
            </w:pPr>
            <w:r w:rsidRPr="00C5282C">
              <w:t>Сумма начисленных платежей за жилые, коммунальные и другие услуги (тыс. руб.)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4251FB" w:rsidP="0024736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475B" w:rsidRPr="00C5282C" w:rsidRDefault="0051475B" w:rsidP="005939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Сведения о задолжниках по оплате за жилое помещение и коммунальные услуги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количество лиц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4251FB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- сумма задолженности (тыс. руб.)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4251FB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03D25" w:rsidRPr="00C5282C" w:rsidTr="00942D7F">
        <w:trPr>
          <w:trHeight w:val="50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333090">
            <w:pPr>
              <w:autoSpaceDE w:val="0"/>
              <w:autoSpaceDN w:val="0"/>
              <w:adjustRightInd w:val="0"/>
            </w:pPr>
            <w:r w:rsidRPr="00C5282C">
              <w:t>Число аварийных многоквартирных домов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E30FBE" w:rsidP="00942D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282C">
              <w:rPr>
                <w:b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03D25" w:rsidRPr="00C5282C" w:rsidRDefault="00B03D25" w:rsidP="005147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E404F" w:rsidRPr="00C5282C" w:rsidRDefault="004E404F" w:rsidP="004E404F"/>
    <w:p w:rsidR="004E404F" w:rsidRPr="00C5282C" w:rsidRDefault="004E404F" w:rsidP="004E404F"/>
    <w:p w:rsidR="004E404F" w:rsidRPr="00C5282C" w:rsidRDefault="004E404F" w:rsidP="004E404F"/>
    <w:p w:rsidR="004E404F" w:rsidRPr="00C5282C" w:rsidRDefault="004E404F" w:rsidP="004E404F"/>
    <w:p w:rsidR="004E404F" w:rsidRPr="00C5282C" w:rsidRDefault="004E404F" w:rsidP="004E404F"/>
    <w:p w:rsidR="004E404F" w:rsidRPr="00C5282C" w:rsidRDefault="004E404F" w:rsidP="004E404F"/>
    <w:p w:rsidR="004E404F" w:rsidRPr="00C5282C" w:rsidRDefault="004E404F" w:rsidP="004E404F">
      <w:pPr>
        <w:rPr>
          <w:sz w:val="30"/>
        </w:rPr>
      </w:pPr>
    </w:p>
    <w:p w:rsidR="004E404F" w:rsidRPr="00C5282C" w:rsidRDefault="004E404F" w:rsidP="004E404F"/>
    <w:p w:rsidR="00AE5F90" w:rsidRPr="00C5282C" w:rsidRDefault="00AE5F90"/>
    <w:sectPr w:rsidR="00AE5F90" w:rsidRPr="00C5282C" w:rsidSect="00E921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>
    <w:applyBreakingRules/>
  </w:compat>
  <w:rsids>
    <w:rsidRoot w:val="00B03D25"/>
    <w:rsid w:val="00001EB1"/>
    <w:rsid w:val="0004276C"/>
    <w:rsid w:val="00056B3C"/>
    <w:rsid w:val="000621F6"/>
    <w:rsid w:val="0007022D"/>
    <w:rsid w:val="00085227"/>
    <w:rsid w:val="00085B46"/>
    <w:rsid w:val="00090B84"/>
    <w:rsid w:val="000A678B"/>
    <w:rsid w:val="000E44FC"/>
    <w:rsid w:val="00107587"/>
    <w:rsid w:val="001548D0"/>
    <w:rsid w:val="0017547F"/>
    <w:rsid w:val="001756BC"/>
    <w:rsid w:val="001857BF"/>
    <w:rsid w:val="00185C43"/>
    <w:rsid w:val="001C4B60"/>
    <w:rsid w:val="001E7F3B"/>
    <w:rsid w:val="00211677"/>
    <w:rsid w:val="0022238B"/>
    <w:rsid w:val="00247139"/>
    <w:rsid w:val="00247363"/>
    <w:rsid w:val="00256474"/>
    <w:rsid w:val="002B237D"/>
    <w:rsid w:val="002B5FB8"/>
    <w:rsid w:val="002E084D"/>
    <w:rsid w:val="002F2621"/>
    <w:rsid w:val="00323AF6"/>
    <w:rsid w:val="00331246"/>
    <w:rsid w:val="00333090"/>
    <w:rsid w:val="00342C89"/>
    <w:rsid w:val="00350911"/>
    <w:rsid w:val="00365CE9"/>
    <w:rsid w:val="003806AC"/>
    <w:rsid w:val="003A2B9A"/>
    <w:rsid w:val="003C58B3"/>
    <w:rsid w:val="003C78E7"/>
    <w:rsid w:val="003D5837"/>
    <w:rsid w:val="00413CC4"/>
    <w:rsid w:val="004251FB"/>
    <w:rsid w:val="00441103"/>
    <w:rsid w:val="004418DE"/>
    <w:rsid w:val="0049611B"/>
    <w:rsid w:val="00497B6B"/>
    <w:rsid w:val="004D6F8E"/>
    <w:rsid w:val="004E404F"/>
    <w:rsid w:val="004E41B3"/>
    <w:rsid w:val="004E7EFB"/>
    <w:rsid w:val="004F6A2B"/>
    <w:rsid w:val="00504801"/>
    <w:rsid w:val="00514210"/>
    <w:rsid w:val="0051475B"/>
    <w:rsid w:val="0054668F"/>
    <w:rsid w:val="00550486"/>
    <w:rsid w:val="005574D8"/>
    <w:rsid w:val="00564399"/>
    <w:rsid w:val="005939AA"/>
    <w:rsid w:val="005A3493"/>
    <w:rsid w:val="005A7D5C"/>
    <w:rsid w:val="005B4012"/>
    <w:rsid w:val="005B6A49"/>
    <w:rsid w:val="0060631D"/>
    <w:rsid w:val="006122CE"/>
    <w:rsid w:val="00653FBA"/>
    <w:rsid w:val="00676A51"/>
    <w:rsid w:val="006A0AEE"/>
    <w:rsid w:val="006A6628"/>
    <w:rsid w:val="006B4E48"/>
    <w:rsid w:val="006D4E78"/>
    <w:rsid w:val="006F37A4"/>
    <w:rsid w:val="006F472F"/>
    <w:rsid w:val="00702691"/>
    <w:rsid w:val="007042A0"/>
    <w:rsid w:val="00727B1C"/>
    <w:rsid w:val="00727FB5"/>
    <w:rsid w:val="00745C9D"/>
    <w:rsid w:val="00753D03"/>
    <w:rsid w:val="00765717"/>
    <w:rsid w:val="0079486D"/>
    <w:rsid w:val="007A72B0"/>
    <w:rsid w:val="007B2C82"/>
    <w:rsid w:val="007B6331"/>
    <w:rsid w:val="00807F46"/>
    <w:rsid w:val="008178ED"/>
    <w:rsid w:val="008223D5"/>
    <w:rsid w:val="00824AAC"/>
    <w:rsid w:val="0083715D"/>
    <w:rsid w:val="0084451C"/>
    <w:rsid w:val="00891C04"/>
    <w:rsid w:val="008A1357"/>
    <w:rsid w:val="008A41BE"/>
    <w:rsid w:val="008A6E83"/>
    <w:rsid w:val="008E274A"/>
    <w:rsid w:val="00933B3D"/>
    <w:rsid w:val="00942D7F"/>
    <w:rsid w:val="00962D47"/>
    <w:rsid w:val="009B22C2"/>
    <w:rsid w:val="009B37E3"/>
    <w:rsid w:val="009C78B4"/>
    <w:rsid w:val="009C7C3A"/>
    <w:rsid w:val="009D3B3D"/>
    <w:rsid w:val="009E4281"/>
    <w:rsid w:val="009F0397"/>
    <w:rsid w:val="00A06A2D"/>
    <w:rsid w:val="00A2076E"/>
    <w:rsid w:val="00A45D03"/>
    <w:rsid w:val="00A51BE0"/>
    <w:rsid w:val="00A618B9"/>
    <w:rsid w:val="00AA4DDD"/>
    <w:rsid w:val="00AC4199"/>
    <w:rsid w:val="00AD1517"/>
    <w:rsid w:val="00AE5F90"/>
    <w:rsid w:val="00AE6858"/>
    <w:rsid w:val="00B03D25"/>
    <w:rsid w:val="00B047A1"/>
    <w:rsid w:val="00B21A62"/>
    <w:rsid w:val="00B27BBC"/>
    <w:rsid w:val="00B459BF"/>
    <w:rsid w:val="00B67400"/>
    <w:rsid w:val="00B91CFE"/>
    <w:rsid w:val="00B93AC4"/>
    <w:rsid w:val="00BA1E5A"/>
    <w:rsid w:val="00BF31F2"/>
    <w:rsid w:val="00C46D13"/>
    <w:rsid w:val="00C5282C"/>
    <w:rsid w:val="00C60768"/>
    <w:rsid w:val="00C86288"/>
    <w:rsid w:val="00C91768"/>
    <w:rsid w:val="00CA3457"/>
    <w:rsid w:val="00CE4707"/>
    <w:rsid w:val="00D03976"/>
    <w:rsid w:val="00D222A8"/>
    <w:rsid w:val="00D51EEE"/>
    <w:rsid w:val="00D55C95"/>
    <w:rsid w:val="00D7685D"/>
    <w:rsid w:val="00D800F4"/>
    <w:rsid w:val="00D87FD7"/>
    <w:rsid w:val="00D94C17"/>
    <w:rsid w:val="00DA21D2"/>
    <w:rsid w:val="00DB543D"/>
    <w:rsid w:val="00E30FBE"/>
    <w:rsid w:val="00E5385A"/>
    <w:rsid w:val="00E7375D"/>
    <w:rsid w:val="00E80CA4"/>
    <w:rsid w:val="00E92187"/>
    <w:rsid w:val="00EA45CA"/>
    <w:rsid w:val="00EB2F3A"/>
    <w:rsid w:val="00EE658A"/>
    <w:rsid w:val="00F0236A"/>
    <w:rsid w:val="00F05136"/>
    <w:rsid w:val="00F100E3"/>
    <w:rsid w:val="00F22E0B"/>
    <w:rsid w:val="00F23523"/>
    <w:rsid w:val="00F41771"/>
    <w:rsid w:val="00F43176"/>
    <w:rsid w:val="00F658CD"/>
    <w:rsid w:val="00F762E0"/>
    <w:rsid w:val="00F76561"/>
    <w:rsid w:val="00F94219"/>
    <w:rsid w:val="00FB4E12"/>
    <w:rsid w:val="00FD42F2"/>
    <w:rsid w:val="00FF6D88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04F"/>
    <w:pPr>
      <w:widowControl w:val="0"/>
    </w:pPr>
  </w:style>
  <w:style w:type="paragraph" w:styleId="3">
    <w:name w:val="heading 3"/>
    <w:basedOn w:val="a"/>
    <w:next w:val="a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3D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адм..dot</Template>
  <TotalTime>3</TotalTime>
  <Pages>1</Pages>
  <Words>2158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Wowan</dc:creator>
  <cp:lastModifiedBy>User</cp:lastModifiedBy>
  <cp:revision>6</cp:revision>
  <dcterms:created xsi:type="dcterms:W3CDTF">2020-03-04T07:24:00Z</dcterms:created>
  <dcterms:modified xsi:type="dcterms:W3CDTF">2020-03-06T07:19:00Z</dcterms:modified>
</cp:coreProperties>
</file>